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714C33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291334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768E3AB" w14:textId="6FB0F3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129BF">
        <w:rPr>
          <w:rFonts w:ascii="Corbel" w:hAnsi="Corbel"/>
          <w:i/>
          <w:smallCaps/>
          <w:sz w:val="24"/>
          <w:szCs w:val="24"/>
        </w:rPr>
        <w:t xml:space="preserve"> </w:t>
      </w:r>
      <w:r w:rsidR="00406211">
        <w:rPr>
          <w:rFonts w:ascii="Corbel" w:hAnsi="Corbel"/>
          <w:i/>
          <w:smallCaps/>
          <w:sz w:val="24"/>
          <w:szCs w:val="24"/>
        </w:rPr>
        <w:t>2021–2023</w:t>
      </w:r>
    </w:p>
    <w:p w:rsidR="0085747A" w:rsidP="00EA4832" w:rsidRDefault="00EA4832" w14:paraId="5DF2C56D" w14:textId="384E20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06211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58CCA2D" w14:textId="788A97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0621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68148B">
        <w:rPr>
          <w:rFonts w:ascii="Corbel" w:hAnsi="Corbel"/>
          <w:sz w:val="20"/>
          <w:szCs w:val="20"/>
        </w:rPr>
        <w:t xml:space="preserve">ok akademicki </w:t>
      </w:r>
      <w:r w:rsidR="00E76172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4535098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EBC1A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E0A5688" w14:textId="77777777">
        <w:tc>
          <w:tcPr>
            <w:tcW w:w="2694" w:type="dxa"/>
            <w:vAlign w:val="center"/>
          </w:tcPr>
          <w:p w:rsidRPr="009C54AE" w:rsidR="0085747A" w:rsidP="009C54AE" w:rsidRDefault="00C05F44" w14:paraId="315538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24656" w:rsidR="0085747A" w:rsidP="009C54AE" w:rsidRDefault="007448E6" w14:paraId="2D57D8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z w:val="24"/>
                <w:szCs w:val="24"/>
              </w:rPr>
              <w:t>Interwencja kryzysowa w pracy z rodziną</w:t>
            </w:r>
          </w:p>
        </w:tc>
      </w:tr>
      <w:tr w:rsidRPr="009C54AE" w:rsidR="0085747A" w:rsidTr="00B819C8" w14:paraId="440AFC94" w14:textId="77777777">
        <w:tc>
          <w:tcPr>
            <w:tcW w:w="2694" w:type="dxa"/>
            <w:vAlign w:val="center"/>
          </w:tcPr>
          <w:p w:rsidRPr="009C54AE" w:rsidR="0085747A" w:rsidP="009C54AE" w:rsidRDefault="00C05F44" w14:paraId="0DA667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43D456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P2S[3]F_01</w:t>
            </w:r>
          </w:p>
        </w:tc>
      </w:tr>
      <w:tr w:rsidRPr="009C54AE" w:rsidR="0085747A" w:rsidTr="00B819C8" w14:paraId="4977BEDC" w14:textId="77777777">
        <w:tc>
          <w:tcPr>
            <w:tcW w:w="2694" w:type="dxa"/>
            <w:vAlign w:val="center"/>
          </w:tcPr>
          <w:p w:rsidRPr="009C54AE" w:rsidR="0085747A" w:rsidP="00EA4832" w:rsidRDefault="0085747A" w14:paraId="7488A12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389BBB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E260DC4" w14:textId="77777777">
        <w:tc>
          <w:tcPr>
            <w:tcW w:w="2694" w:type="dxa"/>
            <w:vAlign w:val="center"/>
          </w:tcPr>
          <w:p w:rsidRPr="009C54AE" w:rsidR="0085747A" w:rsidP="009C54AE" w:rsidRDefault="0085747A" w14:paraId="11E1CA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1E16D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00B819C8" w14:paraId="3F237A56" w14:textId="77777777">
        <w:tc>
          <w:tcPr>
            <w:tcW w:w="2694" w:type="dxa"/>
            <w:vAlign w:val="center"/>
          </w:tcPr>
          <w:p w:rsidRPr="009C54AE" w:rsidR="0085747A" w:rsidP="009C54AE" w:rsidRDefault="0085747A" w14:paraId="44EB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09ACA4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27DD5C06" w14:textId="77777777">
        <w:tc>
          <w:tcPr>
            <w:tcW w:w="2694" w:type="dxa"/>
            <w:vAlign w:val="center"/>
          </w:tcPr>
          <w:p w:rsidRPr="009C54AE" w:rsidR="0085747A" w:rsidP="009C54AE" w:rsidRDefault="00DE4A14" w14:paraId="4F191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10C31A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14A43A1C" w14:textId="77777777">
        <w:tc>
          <w:tcPr>
            <w:tcW w:w="2694" w:type="dxa"/>
            <w:vAlign w:val="center"/>
          </w:tcPr>
          <w:p w:rsidRPr="009C54AE" w:rsidR="0085747A" w:rsidP="009C54AE" w:rsidRDefault="0085747A" w14:paraId="722027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4656" w14:paraId="56A1B4DC" w14:textId="032078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3A65CC3F" w14:textId="77777777">
        <w:tc>
          <w:tcPr>
            <w:tcW w:w="2694" w:type="dxa"/>
            <w:vAlign w:val="center"/>
          </w:tcPr>
          <w:p w:rsidRPr="009C54AE" w:rsidR="0085747A" w:rsidP="009C54AE" w:rsidRDefault="0085747A" w14:paraId="7B560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4656" w14:paraId="2DE4B7A4" w14:textId="7B56E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00B819C8" w14:paraId="53D99186" w14:textId="77777777">
        <w:tc>
          <w:tcPr>
            <w:tcW w:w="2694" w:type="dxa"/>
            <w:vAlign w:val="center"/>
          </w:tcPr>
          <w:p w:rsidRPr="009C54AE" w:rsidR="0085747A" w:rsidP="009C54AE" w:rsidRDefault="0085747A" w14:paraId="6E59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73D88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00B819C8" w14:paraId="5B4D2AB6" w14:textId="77777777">
        <w:tc>
          <w:tcPr>
            <w:tcW w:w="2694" w:type="dxa"/>
            <w:vAlign w:val="center"/>
          </w:tcPr>
          <w:p w:rsidRPr="009C54AE" w:rsidR="0085747A" w:rsidP="009C54AE" w:rsidRDefault="0085747A" w14:paraId="5CB0A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4656" w14:paraId="0033B902" w14:textId="37AEF5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771DFA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Pr="009C54AE" w:rsidR="00923D7D" w:rsidTr="00B819C8" w14:paraId="6E87F065" w14:textId="77777777">
        <w:tc>
          <w:tcPr>
            <w:tcW w:w="2694" w:type="dxa"/>
            <w:vAlign w:val="center"/>
          </w:tcPr>
          <w:p w:rsidRPr="009C54AE" w:rsidR="00923D7D" w:rsidP="009C54AE" w:rsidRDefault="00923D7D" w14:paraId="3A6C6F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24656" w14:paraId="6D04DC65" w14:textId="188CC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85747A" w:rsidTr="00B819C8" w14:paraId="0EE6CB7F" w14:textId="77777777">
        <w:tc>
          <w:tcPr>
            <w:tcW w:w="2694" w:type="dxa"/>
            <w:vAlign w:val="center"/>
          </w:tcPr>
          <w:p w:rsidRPr="009C54AE" w:rsidR="0085747A" w:rsidP="009C54AE" w:rsidRDefault="0085747A" w14:paraId="701E4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558FF6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00B819C8" w14:paraId="181F3552" w14:textId="77777777">
        <w:tc>
          <w:tcPr>
            <w:tcW w:w="2694" w:type="dxa"/>
            <w:vAlign w:val="center"/>
          </w:tcPr>
          <w:p w:rsidRPr="009C54AE" w:rsidR="0085747A" w:rsidP="009C54AE" w:rsidRDefault="0085747A" w14:paraId="47197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37E646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004D3FC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FAEEA1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456E5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B3D94" w14:paraId="5E6B29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4AA3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9D2F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2766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9EB8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0CB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70A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6F75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6FDF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CDBC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B940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EF1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B3D94" w14:paraId="76CEFC4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A4890" w14:paraId="50305A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6A09A1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E8F05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07CDD" w14:paraId="1FCAA6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3C6BD6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0E53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A5C3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423F08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74512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B413F" w14:paraId="7FF50B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3AD997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E67DF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06211" w14:paraId="367A7A77" w14:textId="42CF9DA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A4890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3B900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B680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008441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06211" w:rsidP="009C54AE" w:rsidRDefault="004A4890" w14:paraId="597D3A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9C54AE" w:rsidP="00406211" w:rsidRDefault="004A4890" w14:paraId="782A00BF" w14:textId="31DF2AE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7E6B95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040E7EB" w14:textId="3449941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06211" w:rsidP="009C54AE" w:rsidRDefault="00406211" w14:paraId="05C3574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BF1D89E" w14:textId="77777777">
        <w:tc>
          <w:tcPr>
            <w:tcW w:w="9670" w:type="dxa"/>
          </w:tcPr>
          <w:p w:rsidRPr="009C54AE" w:rsidR="0085747A" w:rsidP="00724656" w:rsidRDefault="004A4890" w14:paraId="550DC2AA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:rsidR="00153C41" w:rsidP="009C54AE" w:rsidRDefault="00153C41" w14:paraId="580FD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236A4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4240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AD8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8E799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D1363" w:rsidTr="004D1363" w14:paraId="4781A688" w14:textId="77777777">
        <w:tc>
          <w:tcPr>
            <w:tcW w:w="845" w:type="dxa"/>
            <w:vAlign w:val="center"/>
          </w:tcPr>
          <w:p w:rsidRPr="009C54AE" w:rsidR="004D1363" w:rsidP="004D1363" w:rsidRDefault="004D1363" w14:paraId="71DC5A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2D94FB83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Pr="009C54AE" w:rsidR="004D1363" w:rsidTr="004D1363" w14:paraId="7E053534" w14:textId="77777777">
        <w:tc>
          <w:tcPr>
            <w:tcW w:w="845" w:type="dxa"/>
            <w:vAlign w:val="center"/>
          </w:tcPr>
          <w:p w:rsidRPr="009C54AE" w:rsidR="004D1363" w:rsidP="004D1363" w:rsidRDefault="004D1363" w14:paraId="53DE965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D1363" w:rsidP="004D1363" w:rsidRDefault="004D1363" w14:paraId="1D3B10E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Pr="009C54AE" w:rsidR="004D1363" w:rsidTr="000738FA" w14:paraId="34E7E4D4" w14:textId="77777777">
        <w:tc>
          <w:tcPr>
            <w:tcW w:w="845" w:type="dxa"/>
            <w:vAlign w:val="center"/>
          </w:tcPr>
          <w:p w:rsidRPr="009C54AE" w:rsidR="004D1363" w:rsidP="004D1363" w:rsidRDefault="004D1363" w14:paraId="28D6F5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598DEDC8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:rsidRPr="009C54AE" w:rsidR="0085747A" w:rsidP="009C54AE" w:rsidRDefault="0085747A" w14:paraId="3F4264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10F66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D52B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03B69" w14:paraId="32452BA2" w14:textId="77777777">
        <w:tc>
          <w:tcPr>
            <w:tcW w:w="1681" w:type="dxa"/>
            <w:vAlign w:val="center"/>
          </w:tcPr>
          <w:p w:rsidRPr="009C54AE" w:rsidR="0085747A" w:rsidP="009C54AE" w:rsidRDefault="0085747A" w14:paraId="6AE0CA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CC9DA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6DDB3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703B69" w14:paraId="012C24DD" w14:textId="77777777">
        <w:tc>
          <w:tcPr>
            <w:tcW w:w="1681" w:type="dxa"/>
          </w:tcPr>
          <w:p w:rsidRPr="009C54AE" w:rsidR="0085747A" w:rsidP="009C54AE" w:rsidRDefault="0085747A" w14:paraId="22A7B4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44294A" w:rsidRDefault="0044294A" w14:paraId="16D3CD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:rsidRPr="009C54AE" w:rsidR="0085747A" w:rsidP="009C54AE" w:rsidRDefault="00703B69" w14:paraId="56832B97" w14:textId="1394A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00703B69" w14:paraId="70427D25" w14:textId="77777777">
        <w:tc>
          <w:tcPr>
            <w:tcW w:w="1681" w:type="dxa"/>
          </w:tcPr>
          <w:p w:rsidRPr="009C54AE" w:rsidR="0085747A" w:rsidP="009C54AE" w:rsidRDefault="0085747A" w14:paraId="158EE0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44294A" w:rsidRDefault="0044294A" w14:paraId="2536C5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:rsidRPr="009C54AE" w:rsidR="0085747A" w:rsidP="009C54AE" w:rsidRDefault="00703B69" w14:paraId="413D85CA" w14:textId="7299C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85747A" w:rsidTr="00703B69" w14:paraId="3313D349" w14:textId="77777777">
        <w:tc>
          <w:tcPr>
            <w:tcW w:w="1681" w:type="dxa"/>
          </w:tcPr>
          <w:p w:rsidRPr="009C54AE" w:rsidR="0085747A" w:rsidP="009C54AE" w:rsidRDefault="00703B69" w14:paraId="41C7E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85747A" w:rsidP="0044294A" w:rsidRDefault="0044294A" w14:paraId="2CD0A8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:rsidRPr="009C54AE" w:rsidR="0085747A" w:rsidP="009C54AE" w:rsidRDefault="00703B69" w14:paraId="5BE9CABE" w14:textId="03349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703B69" w:rsidTr="00703B69" w14:paraId="066571F1" w14:textId="77777777">
        <w:tc>
          <w:tcPr>
            <w:tcW w:w="1681" w:type="dxa"/>
          </w:tcPr>
          <w:p w:rsidRPr="009C54AE" w:rsidR="00703B69" w:rsidP="009C54AE" w:rsidRDefault="00703B69" w14:paraId="1A9D5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703B69" w:rsidP="00B14F83" w:rsidRDefault="0044294A" w14:paraId="2263A7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:rsidR="00703B69" w:rsidP="009C54AE" w:rsidRDefault="00703B69" w14:paraId="640A9E3D" w14:textId="75D28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7CD0CD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16D008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BA756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5364D4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7FA30303" w14:textId="77777777">
        <w:tc>
          <w:tcPr>
            <w:tcW w:w="9520" w:type="dxa"/>
          </w:tcPr>
          <w:p w:rsidRPr="00B27100" w:rsidR="0085747A" w:rsidP="009C54AE" w:rsidRDefault="0085747A" w14:paraId="3F3F6F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85747A" w:rsidTr="00B27100" w14:paraId="38477357" w14:textId="77777777">
        <w:tc>
          <w:tcPr>
            <w:tcW w:w="9520" w:type="dxa"/>
          </w:tcPr>
          <w:p w:rsidRPr="009C54AE" w:rsidR="0085747A" w:rsidP="009C54AE" w:rsidRDefault="00B27100" w14:paraId="2BB776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820A37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72C5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P="009C54AE" w:rsidRDefault="0085747A" w14:paraId="4ACA128D" w14:textId="6C9DFC3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724656" w:rsidP="009C54AE" w:rsidRDefault="00724656" w14:paraId="03E156D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56651673" w14:textId="77777777">
        <w:tc>
          <w:tcPr>
            <w:tcW w:w="9520" w:type="dxa"/>
          </w:tcPr>
          <w:p w:rsidRPr="00B27100" w:rsidR="0085747A" w:rsidP="009C54AE" w:rsidRDefault="0085747A" w14:paraId="45367C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B27100" w:rsidTr="00B27100" w14:paraId="50307F03" w14:textId="77777777">
        <w:tc>
          <w:tcPr>
            <w:tcW w:w="9520" w:type="dxa"/>
          </w:tcPr>
          <w:p w:rsidRPr="006D7901" w:rsidR="00B27100" w:rsidP="00B27100" w:rsidRDefault="00B27100" w14:paraId="7F1B2A3E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Kryzys, jego rodzaje i interwencja kryzysowa: rozumienie zjawiska kryzysu, teoria kryzysu w</w:t>
            </w:r>
            <w:r w:rsidRPr="006D7901" w:rsid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Pr="006D7901" w:rsidR="00B572EC">
              <w:rPr>
                <w:sz w:val="24"/>
                <w:szCs w:val="24"/>
              </w:rPr>
              <w:t>Caplana</w:t>
            </w:r>
            <w:proofErr w:type="spellEnd"/>
            <w:r w:rsidRPr="006D7901" w:rsidR="00B572EC">
              <w:rPr>
                <w:sz w:val="24"/>
                <w:szCs w:val="24"/>
              </w:rPr>
              <w:t xml:space="preserve">, </w:t>
            </w:r>
            <w:proofErr w:type="spellStart"/>
            <w:r w:rsidRPr="006D7901" w:rsidR="00B572EC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Pr="006D7901" w:rsidR="00B572EC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Pr="006D7901" w:rsidR="00B572EC">
              <w:rPr>
                <w:sz w:val="24"/>
                <w:szCs w:val="24"/>
              </w:rPr>
              <w:t>Eriksona</w:t>
            </w:r>
            <w:proofErr w:type="spellEnd"/>
            <w:r w:rsidRPr="006D7901" w:rsidR="00B572EC">
              <w:rPr>
                <w:sz w:val="24"/>
                <w:szCs w:val="24"/>
              </w:rPr>
              <w:t>.</w:t>
            </w:r>
          </w:p>
        </w:tc>
      </w:tr>
      <w:tr w:rsidRPr="009C54AE" w:rsidR="00B27100" w:rsidTr="00B27100" w14:paraId="7048AAEB" w14:textId="77777777">
        <w:tc>
          <w:tcPr>
            <w:tcW w:w="9520" w:type="dxa"/>
          </w:tcPr>
          <w:p w:rsidRPr="006D7901" w:rsidR="00B27100" w:rsidP="00B27100" w:rsidRDefault="00B27100" w14:paraId="6F8584E8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Pr="006D7901" w:rsid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Pr="009C54AE" w:rsidR="00B27100" w:rsidTr="00B27100" w14:paraId="47E1D3D7" w14:textId="77777777">
        <w:tc>
          <w:tcPr>
            <w:tcW w:w="9520" w:type="dxa"/>
          </w:tcPr>
          <w:p w:rsidRPr="006D7901" w:rsidR="00B27100" w:rsidP="00B27100" w:rsidRDefault="00B27100" w14:paraId="2ED1F647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Pr="006D7901" w:rsid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Pr="009C54AE" w:rsidR="00B27100" w:rsidTr="00B27100" w14:paraId="40939471" w14:textId="77777777">
        <w:tc>
          <w:tcPr>
            <w:tcW w:w="9520" w:type="dxa"/>
          </w:tcPr>
          <w:p w:rsidRPr="006D7901" w:rsidR="00B27100" w:rsidP="006979CB" w:rsidRDefault="00B27100" w14:paraId="3D88B4F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Pr="006D7901" w:rsidR="006979CB">
              <w:rPr>
                <w:rFonts w:ascii="Calibri" w:hAnsi="Calibri"/>
              </w:rPr>
              <w:t>w przypadku przemocy w rodzinie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6979CB" w:rsidTr="00B27100" w14:paraId="72FF4D94" w14:textId="77777777">
        <w:tc>
          <w:tcPr>
            <w:tcW w:w="9520" w:type="dxa"/>
          </w:tcPr>
          <w:p w:rsidRPr="006D7901" w:rsidR="006979CB" w:rsidP="00B27100" w:rsidRDefault="006979CB" w14:paraId="78B280AC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Pr="00A35F51" w:rsid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Pr="009C54AE" w:rsidR="00B27100" w:rsidTr="00B27100" w14:paraId="6613EAF2" w14:textId="77777777">
        <w:tc>
          <w:tcPr>
            <w:tcW w:w="9520" w:type="dxa"/>
          </w:tcPr>
          <w:p w:rsidRPr="006D7901" w:rsidR="00B27100" w:rsidP="00B27100" w:rsidRDefault="00B27100" w14:paraId="475013C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398DF46D" w14:textId="77777777">
        <w:tc>
          <w:tcPr>
            <w:tcW w:w="9520" w:type="dxa"/>
          </w:tcPr>
          <w:p w:rsidRPr="006D7901" w:rsidR="00B27100" w:rsidP="00B27100" w:rsidRDefault="00B27100" w14:paraId="25293975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Pr="006D7901" w:rsidR="006D7901">
              <w:rPr>
                <w:rFonts w:ascii="Calibri" w:hAnsi="Calibri"/>
              </w:rPr>
              <w:t xml:space="preserve">kcjonowania </w:t>
            </w:r>
            <w:proofErr w:type="spellStart"/>
            <w:r w:rsidRPr="006D7901" w:rsidR="006D7901">
              <w:rPr>
                <w:rFonts w:ascii="Calibri" w:hAnsi="Calibri"/>
              </w:rPr>
              <w:t>OPSiK</w:t>
            </w:r>
            <w:proofErr w:type="spellEnd"/>
            <w:r w:rsidRPr="006D7901" w:rsidR="006D7901">
              <w:rPr>
                <w:rFonts w:ascii="Calibri" w:hAnsi="Calibri"/>
              </w:rPr>
              <w:t xml:space="preserve"> w Rzeszowie. </w:t>
            </w:r>
          </w:p>
        </w:tc>
      </w:tr>
      <w:tr w:rsidRPr="009C54AE" w:rsidR="00B27100" w:rsidTr="00B27100" w14:paraId="541C17EB" w14:textId="77777777">
        <w:tc>
          <w:tcPr>
            <w:tcW w:w="9520" w:type="dxa"/>
          </w:tcPr>
          <w:p w:rsidRPr="006D7901" w:rsidR="00B27100" w:rsidP="00B27100" w:rsidRDefault="00B27100" w14:paraId="15E6D8E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Pr="006D7901" w:rsid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Pr="009C54AE" w:rsidR="00B27100" w:rsidTr="00B27100" w14:paraId="0EF1BB98" w14:textId="77777777">
        <w:tc>
          <w:tcPr>
            <w:tcW w:w="9520" w:type="dxa"/>
          </w:tcPr>
          <w:p w:rsidRPr="006D7901" w:rsidR="00B27100" w:rsidP="00B27100" w:rsidRDefault="00B27100" w14:paraId="54CE71D4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Pr="006D7901" w:rsidR="00325963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Pr="006D7901" w:rsidR="00325963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Pr="006D7901" w:rsidR="006979CB">
              <w:rPr>
                <w:rFonts w:ascii="Calibri" w:hAnsi="Calibri"/>
              </w:rPr>
              <w:t xml:space="preserve"> Wniosek o wgląd w sytuację dziecka.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29D07DC" w14:textId="77777777">
        <w:tc>
          <w:tcPr>
            <w:tcW w:w="9520" w:type="dxa"/>
          </w:tcPr>
          <w:p w:rsidRPr="006D7901" w:rsidR="00B27100" w:rsidP="00B27100" w:rsidRDefault="007E4FA7" w14:paraId="6AB6671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0976521" w14:textId="77777777">
        <w:tc>
          <w:tcPr>
            <w:tcW w:w="9520" w:type="dxa"/>
          </w:tcPr>
          <w:p w:rsidRPr="006D7901" w:rsidR="00B27100" w:rsidP="00B27100" w:rsidRDefault="00B27100" w14:paraId="0D437976" w14:textId="77777777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Pr="009C54AE" w:rsidR="00B27100" w:rsidTr="00B27100" w14:paraId="1D683500" w14:textId="77777777">
        <w:tc>
          <w:tcPr>
            <w:tcW w:w="9520" w:type="dxa"/>
          </w:tcPr>
          <w:p w:rsidRPr="006D7901" w:rsidR="00B27100" w:rsidP="00B27100" w:rsidRDefault="00B27100" w14:paraId="7B0F84D7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B27100" w:rsidTr="00B27100" w14:paraId="67318516" w14:textId="77777777">
        <w:tc>
          <w:tcPr>
            <w:tcW w:w="9520" w:type="dxa"/>
          </w:tcPr>
          <w:p w:rsidRPr="006D7901" w:rsidR="00B27100" w:rsidP="00B27100" w:rsidRDefault="00B27100" w14:paraId="41C6157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Pr="006D7901" w:rsid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:rsidRPr="009C54AE" w:rsidR="0085747A" w:rsidP="009C54AE" w:rsidRDefault="0085747A" w14:paraId="71CB92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C22B3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724656" w:rsidR="00E960BB" w:rsidP="00D11980" w:rsidRDefault="0015169F" w14:paraId="7D74956C" w14:textId="77777777">
      <w:pPr>
        <w:pStyle w:val="Punktygwne"/>
        <w:tabs>
          <w:tab w:val="left" w:pos="284"/>
        </w:tabs>
        <w:jc w:val="both"/>
        <w:rPr>
          <w:rFonts w:ascii="Corbel" w:hAnsi="Corbel"/>
          <w:b w:val="0"/>
          <w:i/>
          <w:iCs/>
          <w:szCs w:val="24"/>
        </w:rPr>
      </w:pPr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 w:rsidRPr="00724656">
        <w:rPr>
          <w:rFonts w:ascii="Corbel" w:hAnsi="Corbel"/>
          <w:b w:val="0"/>
          <w:i/>
          <w:iCs/>
          <w:smallCaps w:val="0"/>
          <w:szCs w:val="24"/>
        </w:rPr>
        <w:t>OPSiK</w:t>
      </w:r>
      <w:proofErr w:type="spellEnd"/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 w Rzeszowie. </w:t>
      </w:r>
    </w:p>
    <w:p w:rsidR="00E960BB" w:rsidP="009C54AE" w:rsidRDefault="00E960BB" w14:paraId="7C9559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01A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18F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F7F7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1315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D11980" w14:paraId="12BDEA4F" w14:textId="77777777">
        <w:tc>
          <w:tcPr>
            <w:tcW w:w="1962" w:type="dxa"/>
            <w:vAlign w:val="center"/>
          </w:tcPr>
          <w:p w:rsidRPr="009C54AE" w:rsidR="0085747A" w:rsidP="009C54AE" w:rsidRDefault="0071620A" w14:paraId="123F4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0C49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1B73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D1926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8DF1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11980" w:rsidTr="00D11980" w14:paraId="24E101C6" w14:textId="77777777">
        <w:tc>
          <w:tcPr>
            <w:tcW w:w="1962" w:type="dxa"/>
          </w:tcPr>
          <w:p w:rsidR="00D11980" w:rsidP="00D11980" w:rsidRDefault="00D11980" w14:paraId="1AD2A4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724656" w:rsidR="00D11980" w:rsidP="00D11980" w:rsidRDefault="00D11980" w14:paraId="1DF602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:rsidRPr="00724656" w:rsidR="00D11980" w:rsidP="00D11980" w:rsidRDefault="00D11980" w14:paraId="01C60601" w14:textId="6BE5A955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724656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9C54AE" w:rsidR="00D11980" w:rsidTr="00D11980" w14:paraId="7A200DC4" w14:textId="77777777">
        <w:tc>
          <w:tcPr>
            <w:tcW w:w="1962" w:type="dxa"/>
          </w:tcPr>
          <w:p w:rsidR="00D11980" w:rsidP="00D11980" w:rsidRDefault="00D11980" w14:paraId="670DB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24656" w:rsidR="00D11980" w:rsidP="00D11980" w:rsidRDefault="00D11980" w14:paraId="156F0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5F3472AC" w14:textId="217AD0E2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  <w:tr w:rsidRPr="009C54AE" w:rsidR="00D11980" w:rsidTr="00D11980" w14:paraId="256AD46F" w14:textId="77777777">
        <w:tc>
          <w:tcPr>
            <w:tcW w:w="1962" w:type="dxa"/>
          </w:tcPr>
          <w:p w:rsidR="00D11980" w:rsidP="00D11980" w:rsidRDefault="00D11980" w14:paraId="3ABD1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24656" w:rsidR="00D11980" w:rsidP="00D11980" w:rsidRDefault="00D11980" w14:paraId="042FF6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3EFDB08D" w14:textId="7FAC2E3D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  <w:tr w:rsidRPr="009C54AE" w:rsidR="00D11980" w:rsidTr="00D11980" w14:paraId="49739553" w14:textId="77777777">
        <w:tc>
          <w:tcPr>
            <w:tcW w:w="1962" w:type="dxa"/>
          </w:tcPr>
          <w:p w:rsidR="00D11980" w:rsidP="00D11980" w:rsidRDefault="00D11980" w14:paraId="0E647D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24656" w:rsidR="00D11980" w:rsidP="00D11980" w:rsidRDefault="00D11980" w14:paraId="403101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3311B5AE" w14:textId="0B76C696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</w:tbl>
    <w:p w:rsidRPr="009C54AE" w:rsidR="00923D7D" w:rsidP="009C54AE" w:rsidRDefault="00923D7D" w14:paraId="72346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F164E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C167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2A43F2" w14:textId="77777777">
        <w:tc>
          <w:tcPr>
            <w:tcW w:w="9670" w:type="dxa"/>
          </w:tcPr>
          <w:p w:rsidRPr="00D81349" w:rsidR="00D81349" w:rsidP="00D81349" w:rsidRDefault="00D81349" w14:paraId="1799E26A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:rsidRPr="00D81349" w:rsidR="00D81349" w:rsidP="00D81349" w:rsidRDefault="00D81349" w14:paraId="058FCDF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:rsidRPr="00D81349" w:rsidR="00D81349" w:rsidP="00D81349" w:rsidRDefault="00D81349" w14:paraId="78DCF47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:rsidRPr="00D81349" w:rsidR="00D81349" w:rsidP="00D81349" w:rsidRDefault="00D81349" w14:paraId="4F9C39F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D81349" w:rsidR="00D81349" w:rsidP="00D81349" w:rsidRDefault="00D81349" w14:paraId="3769DCB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D81349" w:rsidR="00D81349" w:rsidP="00D81349" w:rsidRDefault="00D81349" w14:paraId="7344C2E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81349" w:rsidR="00D81349" w:rsidP="00D81349" w:rsidRDefault="00D81349" w14:paraId="2FF5E5C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81349" w:rsidR="00D81349" w:rsidP="00D81349" w:rsidRDefault="00D81349" w14:paraId="077C85E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Pr="00D81349" w:rsidR="00D81349" w:rsidP="00D81349" w:rsidRDefault="00D81349" w14:paraId="4F2A498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D81349" w:rsidR="00D81349" w:rsidP="00D81349" w:rsidRDefault="00D81349" w14:paraId="2454CDD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D81349" w:rsidR="0085747A" w:rsidP="00D81349" w:rsidRDefault="00D81349" w14:paraId="6469713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Pr="009C54AE" w:rsidR="0085747A" w:rsidP="009C54AE" w:rsidRDefault="0085747A" w14:paraId="3C7D6E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008C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258C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946EDC7" w14:paraId="517890A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693AA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9F2C4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946EDC7" w14:paraId="32B4BCFD" w14:textId="77777777">
        <w:tc>
          <w:tcPr>
            <w:tcW w:w="4962" w:type="dxa"/>
            <w:tcMar/>
          </w:tcPr>
          <w:p w:rsidRPr="009C54AE" w:rsidR="0085747A" w:rsidP="009C54AE" w:rsidRDefault="00C61DC5" w14:paraId="195171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E57FF2" w:rsidRDefault="00E57FF2" w14:paraId="648DE5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1946EDC7" w14:paraId="14AC9C29" w14:textId="77777777">
        <w:tc>
          <w:tcPr>
            <w:tcW w:w="4962" w:type="dxa"/>
            <w:tcMar/>
          </w:tcPr>
          <w:p w:rsidRPr="009C54AE" w:rsidR="00C61DC5" w:rsidP="009C54AE" w:rsidRDefault="00C61DC5" w14:paraId="5AC30A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76D3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E57FF2" w:rsidRDefault="003B413F" w14:paraId="749BB646" w14:textId="449EB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 w:rsidR="003B413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1946EDC7" w14:paraId="694BDAF6" w14:textId="77777777">
        <w:tc>
          <w:tcPr>
            <w:tcW w:w="4962" w:type="dxa"/>
            <w:tcMar/>
          </w:tcPr>
          <w:p w:rsidRPr="009C54AE" w:rsidR="00C61DC5" w:rsidP="009C54AE" w:rsidRDefault="00C61DC5" w14:paraId="3CEF86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E57FF2" w:rsidRDefault="003B413F" w14:paraId="4C11FE0B" w14:textId="4ED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 w:rsidR="69008F52">
              <w:rPr>
                <w:rFonts w:ascii="Corbel" w:hAnsi="Corbel"/>
                <w:sz w:val="24"/>
                <w:szCs w:val="24"/>
              </w:rPr>
              <w:t>4</w:t>
            </w:r>
            <w:r w:rsidRPr="1946EDC7" w:rsidR="003B41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1946EDC7" w14:paraId="50A9A1F6" w14:textId="77777777">
        <w:tc>
          <w:tcPr>
            <w:tcW w:w="4962" w:type="dxa"/>
            <w:tcMar/>
          </w:tcPr>
          <w:p w:rsidRPr="009C54AE" w:rsidR="0085747A" w:rsidP="009C54AE" w:rsidRDefault="0085747A" w14:paraId="1E1C0F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E57FF2" w:rsidRDefault="003B413F" w14:paraId="359C85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1946EDC7" w14:paraId="6A00E5B3" w14:textId="77777777">
        <w:tc>
          <w:tcPr>
            <w:tcW w:w="4962" w:type="dxa"/>
            <w:tcMar/>
          </w:tcPr>
          <w:p w:rsidRPr="009C54AE" w:rsidR="0085747A" w:rsidP="009C54AE" w:rsidRDefault="0085747A" w14:paraId="16B72A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E57FF2" w:rsidRDefault="003B413F" w14:paraId="0BE4F7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78EE4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59E3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C663C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219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406211" w:rsidTr="0071620A" w14:paraId="09FB74C1" w14:textId="77777777">
        <w:trPr>
          <w:trHeight w:val="397"/>
        </w:trPr>
        <w:tc>
          <w:tcPr>
            <w:tcW w:w="3544" w:type="dxa"/>
          </w:tcPr>
          <w:p w:rsidRPr="009C54AE" w:rsidR="00406211" w:rsidP="00406211" w:rsidRDefault="00406211" w14:paraId="399E00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06211" w:rsidR="00406211" w:rsidP="00406211" w:rsidRDefault="00406211" w14:paraId="7D8FA009" w14:textId="3338B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  <w:tr w:rsidRPr="009C54AE" w:rsidR="00406211" w:rsidTr="0071620A" w14:paraId="79F06630" w14:textId="77777777">
        <w:trPr>
          <w:trHeight w:val="397"/>
        </w:trPr>
        <w:tc>
          <w:tcPr>
            <w:tcW w:w="3544" w:type="dxa"/>
          </w:tcPr>
          <w:p w:rsidRPr="009C54AE" w:rsidR="00406211" w:rsidP="00406211" w:rsidRDefault="00406211" w14:paraId="0EBAD0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06211" w:rsidR="00406211" w:rsidP="00406211" w:rsidRDefault="00406211" w14:paraId="2FE832C4" w14:textId="0E483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</w:tbl>
    <w:p w:rsidRPr="009C54AE" w:rsidR="003E1941" w:rsidP="009C54AE" w:rsidRDefault="003E1941" w14:paraId="168D29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073CE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5D5EB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6AA81EFF" w14:textId="77777777">
        <w:trPr>
          <w:trHeight w:val="397"/>
        </w:trPr>
        <w:tc>
          <w:tcPr>
            <w:tcW w:w="7513" w:type="dxa"/>
          </w:tcPr>
          <w:p w:rsidRPr="00724656" w:rsidR="0085747A" w:rsidP="009C54AE" w:rsidRDefault="0085747A" w14:paraId="6AB1ED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Pr="00724656" w:rsidR="00724656" w:rsidP="00724656" w:rsidRDefault="00724656" w14:paraId="192555A2" w14:textId="0A65E121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Badura-Madej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(1999).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Wybrane zagadnienia interwencji kryzysowej. Poradnik dla pracowników socjalnych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Katowice: 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Wyd. Śląsk</w:t>
            </w:r>
          </w:p>
          <w:p w:rsidRPr="000045DF" w:rsidR="007E4FA7" w:rsidP="00724656" w:rsidRDefault="007E4FA7" w14:paraId="34DB09DA" w14:textId="3766A3C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Greenstone J. L., Leviton S. C.</w:t>
            </w:r>
            <w:r w:rsidRPr="00724656" w:rsid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(2004).</w:t>
            </w: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Interwencja kryzysowa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Pr="000045DF" w:rsidR="006979CB" w:rsidP="00FA025C" w:rsidRDefault="005A5EED" w14:paraId="5215C503" w14:textId="1B62DA7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Wirkus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Kozłowski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72465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Impuls. </w:t>
            </w:r>
          </w:p>
          <w:p w:rsidRPr="000045DF" w:rsidR="00F85D7F" w:rsidP="00FA025C" w:rsidRDefault="00B72DC9" w14:paraId="2833F59C" w14:textId="4BDBDD0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Jaszczak-Kuźmińska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Michalska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 wobec osób starszych i niepełnosprawnych. Poradnik dla pracowników pierwszego kontaktu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 Społeczne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</w:p>
          <w:p w:rsidR="005A5EED" w:rsidP="00FA025C" w:rsidRDefault="005A5EED" w14:paraId="49EF8166" w14:textId="3153F19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Michalska K., Jaszczak-Kuźmińska D.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045DF" w:rsidR="001F1BC1" w:rsidP="00C77ED3" w:rsidRDefault="001F1BC1" w14:paraId="3EA032AB" w14:textId="1781107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Rzadkiewicz M.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Wnuki w obliczu zbliżającej się śmierci dziadków</w:t>
            </w:r>
            <w:r w:rsidR="002575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Pogoda na starość. Podręcznik skutecznego wspierania seniorów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045DF" w:rsidR="00CF5F6A" w:rsidP="00CF5F6A" w:rsidRDefault="00CF5F6A" w14:paraId="22C49580" w14:textId="7777777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45D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Ustawa o przeciwdziałaniu przemocy w rodzinie z dn.29 lipca 2005 z </w:t>
            </w:r>
            <w:proofErr w:type="spellStart"/>
            <w:r w:rsidRPr="000045DF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045DF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Pr="009C54AE" w:rsidR="0085747A" w:rsidTr="0071620A" w14:paraId="667436ED" w14:textId="77777777">
        <w:trPr>
          <w:trHeight w:val="397"/>
        </w:trPr>
        <w:tc>
          <w:tcPr>
            <w:tcW w:w="7513" w:type="dxa"/>
          </w:tcPr>
          <w:p w:rsidRPr="00724656" w:rsidR="0085747A" w:rsidP="009C54AE" w:rsidRDefault="0085747A" w14:paraId="4EBA12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572EC" w:rsidP="00CF5F6A" w:rsidRDefault="005A5EED" w14:paraId="2B53C652" w14:textId="1556E6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Gumkowska I.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 (2017).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1052" w:rsidR="002C1052" w:rsidP="00CF5F6A" w:rsidRDefault="002C1052" w14:paraId="47EBF6CE" w14:textId="10479393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C1052">
              <w:rPr>
                <w:rFonts w:ascii="Corbel" w:hAnsi="Corbel"/>
                <w:sz w:val="24"/>
                <w:szCs w:val="24"/>
              </w:rPr>
              <w:t>Jaszczak-Kuźmińska D., Michalska K.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2C1052">
              <w:rPr>
                <w:rFonts w:ascii="Corbel" w:hAnsi="Corbel"/>
                <w:sz w:val="24"/>
                <w:szCs w:val="24"/>
              </w:rPr>
              <w:t xml:space="preserve"> Zespoły interdyscyplinarne. Procedura „Niebieskie Karty”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2C1052">
              <w:rPr>
                <w:rFonts w:ascii="Corbel" w:hAnsi="Corbel"/>
                <w:sz w:val="24"/>
                <w:szCs w:val="24"/>
              </w:rPr>
              <w:t>PARPA</w:t>
            </w:r>
            <w:r w:rsidR="00724656">
              <w:rPr>
                <w:rFonts w:ascii="Corbel" w:hAnsi="Corbel"/>
                <w:sz w:val="24"/>
                <w:szCs w:val="24"/>
              </w:rPr>
              <w:t>.</w:t>
            </w:r>
          </w:p>
          <w:p w:rsidR="002C1052" w:rsidP="00CF5F6A" w:rsidRDefault="002C1052" w14:paraId="228A3328" w14:textId="1A5C3BE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Ogrodnik-Kalita A.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1052">
              <w:rPr>
                <w:rFonts w:ascii="Corbel" w:hAnsi="Corbel"/>
                <w:b w:val="0"/>
                <w:i/>
                <w:smallCaps w:val="0"/>
                <w:szCs w:val="24"/>
              </w:rPr>
              <w:t>Uzależnienie od alkoholu jako przyczyna rozkładu pożycia małżeńskiego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Lublin: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Wyd. KUL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:rsidRPr="00724656" w:rsidR="00CF5F6A" w:rsidP="00724656" w:rsidRDefault="00DE5ED0" w14:paraId="3B527C38" w14:textId="35C3F16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Dziecko jako sprawca przemocy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Chuchra, J. Jęczeń (red.),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Przemoc w małżeństwie i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KUL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6D7901" w:rsidRDefault="0085747A" w14:paraId="136BFF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4830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2AC7" w:rsidP="00C16ABF" w:rsidRDefault="007F2AC7" w14:paraId="0607D53E" w14:textId="77777777">
      <w:pPr>
        <w:spacing w:after="0" w:line="240" w:lineRule="auto"/>
      </w:pPr>
      <w:r>
        <w:separator/>
      </w:r>
    </w:p>
  </w:endnote>
  <w:endnote w:type="continuationSeparator" w:id="0">
    <w:p w:rsidR="007F2AC7" w:rsidP="00C16ABF" w:rsidRDefault="007F2AC7" w14:paraId="25CEED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012789"/>
      <w:docPartObj>
        <w:docPartGallery w:val="Page Numbers (Bottom of Page)"/>
        <w:docPartUnique/>
      </w:docPartObj>
    </w:sdtPr>
    <w:sdtEndPr/>
    <w:sdtContent>
      <w:p w:rsidR="004A4890" w:rsidRDefault="004A4890" w14:paraId="3F674D9A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D68">
          <w:rPr>
            <w:noProof/>
          </w:rPr>
          <w:t>6</w:t>
        </w:r>
        <w:r>
          <w:fldChar w:fldCharType="end"/>
        </w:r>
      </w:p>
    </w:sdtContent>
  </w:sdt>
  <w:p w:rsidR="0068148B" w:rsidRDefault="0068148B" w14:paraId="7918D07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2AC7" w:rsidP="00C16ABF" w:rsidRDefault="007F2AC7" w14:paraId="4D07FF1B" w14:textId="77777777">
      <w:pPr>
        <w:spacing w:after="0" w:line="240" w:lineRule="auto"/>
      </w:pPr>
      <w:r>
        <w:separator/>
      </w:r>
    </w:p>
  </w:footnote>
  <w:footnote w:type="continuationSeparator" w:id="0">
    <w:p w:rsidR="007F2AC7" w:rsidP="00C16ABF" w:rsidRDefault="007F2AC7" w14:paraId="169D30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551BF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5DF"/>
    <w:rsid w:val="000048FD"/>
    <w:rsid w:val="000077B4"/>
    <w:rsid w:val="00015B8F"/>
    <w:rsid w:val="00020A3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36F9"/>
    <w:rsid w:val="0024028F"/>
    <w:rsid w:val="00244ABC"/>
    <w:rsid w:val="002575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06211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35482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56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2AC7"/>
    <w:rsid w:val="007F4155"/>
    <w:rsid w:val="0081554D"/>
    <w:rsid w:val="0081707E"/>
    <w:rsid w:val="008355DE"/>
    <w:rsid w:val="008449B3"/>
    <w:rsid w:val="008552A2"/>
    <w:rsid w:val="0085747A"/>
    <w:rsid w:val="0086525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617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46EDC7"/>
    <w:rsid w:val="69008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Standard" w:customStyle="1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e7510729465f43d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257db-4d54-4dbf-98cf-a0e7d8a334eb}"/>
      </w:docPartPr>
      <w:docPartBody>
        <w:p w14:paraId="6B599B0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B0BBA-C3AA-4186-9216-A7BD6CBE3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6C609-AB2B-44E8-BF49-1A8913A22436}"/>
</file>

<file path=customXml/itemProps3.xml><?xml version="1.0" encoding="utf-8"?>
<ds:datastoreItem xmlns:ds="http://schemas.openxmlformats.org/officeDocument/2006/customXml" ds:itemID="{32C019AE-52E6-4030-AC60-45D4278225CB}"/>
</file>

<file path=customXml/itemProps4.xml><?xml version="1.0" encoding="utf-8"?>
<ds:datastoreItem xmlns:ds="http://schemas.openxmlformats.org/officeDocument/2006/customXml" ds:itemID="{52C32D6E-7C84-463C-8039-06F9D54611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8</cp:revision>
  <cp:lastPrinted>2019-07-31T10:11:00Z</cp:lastPrinted>
  <dcterms:created xsi:type="dcterms:W3CDTF">2020-10-29T13:25:00Z</dcterms:created>
  <dcterms:modified xsi:type="dcterms:W3CDTF">2021-10-01T09:47:30Z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